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0"/>
        <w:gridCol w:w="542"/>
        <w:gridCol w:w="3724"/>
      </w:tblGrid>
      <w:tr w:rsidR="00DD0F19" w14:paraId="3BF51A1E" w14:textId="77777777" w:rsidTr="00DD0F19">
        <w:trPr>
          <w:cantSplit/>
          <w:trHeight w:val="567"/>
        </w:trPr>
        <w:tc>
          <w:tcPr>
            <w:tcW w:w="5217" w:type="dxa"/>
            <w:vMerge w:val="restart"/>
          </w:tcPr>
          <w:p w14:paraId="494097B4" w14:textId="0691D019" w:rsidR="00DD0F19" w:rsidRDefault="00DD0F19" w:rsidP="00DD0F19">
            <w:pPr>
              <w:framePr w:w="9582" w:h="2155" w:wrap="notBeside" w:vAnchor="page" w:hAnchor="page" w:x="1702" w:y="3063"/>
            </w:pPr>
          </w:p>
          <w:p w14:paraId="5689019E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>Keskkonnaamet</w:t>
            </w:r>
          </w:p>
          <w:p w14:paraId="42645C6D" w14:textId="77777777" w:rsidR="004871E4" w:rsidRPr="004871E4" w:rsidRDefault="006C4AAD" w:rsidP="000E5BAB">
            <w:pPr>
              <w:framePr w:w="9582" w:h="2155" w:wrap="notBeside" w:vAnchor="page" w:hAnchor="page" w:x="1702" w:y="3063"/>
            </w:pPr>
            <w:r w:rsidRPr="004871E4">
              <w:t>Roheline 64</w:t>
            </w:r>
          </w:p>
          <w:p w14:paraId="6B4A9F7B" w14:textId="25309775" w:rsidR="00DD0F19" w:rsidRDefault="006C4AAD" w:rsidP="000E5BAB">
            <w:pPr>
              <w:framePr w:w="9582" w:h="2155" w:wrap="notBeside" w:vAnchor="page" w:hAnchor="page" w:x="1702" w:y="3063"/>
            </w:pPr>
            <w:r w:rsidRPr="004871E4">
              <w:t>80010 Pärnu</w:t>
            </w:r>
          </w:p>
        </w:tc>
        <w:tc>
          <w:tcPr>
            <w:tcW w:w="526" w:type="dxa"/>
            <w:noWrap/>
          </w:tcPr>
          <w:p w14:paraId="28D51710" w14:textId="3CB50EC1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11E29183" w14:textId="0903DB6E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  <w:tr w:rsidR="00DD0F19" w14:paraId="597DE319" w14:textId="77777777">
        <w:trPr>
          <w:cantSplit/>
          <w:trHeight w:val="743"/>
        </w:trPr>
        <w:tc>
          <w:tcPr>
            <w:tcW w:w="5216" w:type="dxa"/>
            <w:vMerge/>
          </w:tcPr>
          <w:p w14:paraId="44F7CE56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1B3801F" w14:textId="1E5E7E38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19E90F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0E471F06" w14:textId="5132F93D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 nr 3-2.1/202</w:t>
            </w:r>
            <w:r w:rsidR="00B06B63">
              <w:t>5</w:t>
            </w:r>
            <w:r>
              <w:t>/</w:t>
            </w:r>
            <w:r w:rsidR="002B5CA2">
              <w:rPr>
                <w:szCs w:val="24"/>
              </w:rPr>
              <w:t>8189</w:t>
            </w:r>
          </w:p>
        </w:tc>
      </w:tr>
      <w:tr w:rsidR="00DD0F19" w14:paraId="36E565BD" w14:textId="77777777">
        <w:trPr>
          <w:cantSplit/>
          <w:trHeight w:hRule="exact" w:val="23"/>
        </w:trPr>
        <w:tc>
          <w:tcPr>
            <w:tcW w:w="5216" w:type="dxa"/>
          </w:tcPr>
          <w:p w14:paraId="4D7E1F95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XXXXXXXXXXXXXXXXXXXXXXXXXXXXX</w:t>
            </w:r>
            <w:r w:rsidRPr="004871E4">
              <w:t>X</w:t>
            </w:r>
          </w:p>
        </w:tc>
        <w:tc>
          <w:tcPr>
            <w:tcW w:w="510" w:type="dxa"/>
            <w:noWrap/>
          </w:tcPr>
          <w:p w14:paraId="7A8E6760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20BC52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</w:tbl>
    <w:p w14:paraId="197CD63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53375B7" w14:textId="77777777" w:rsidR="00E85637" w:rsidRDefault="00E85637">
      <w:pPr>
        <w:rPr>
          <w:spacing w:val="0"/>
          <w:position w:val="0"/>
          <w:sz w:val="20"/>
        </w:rPr>
      </w:pP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0969" w14:textId="08EEE9F0" w:rsidR="00E85637" w:rsidRPr="00A92AE3" w:rsidRDefault="00381E69">
      <w:pPr>
        <w:rPr>
          <w:b/>
          <w:bCs/>
          <w:szCs w:val="24"/>
        </w:rPr>
      </w:pPr>
      <w:r>
        <w:rPr>
          <w:b/>
          <w:bCs/>
          <w:szCs w:val="24"/>
        </w:rPr>
        <w:t>Taotlus</w:t>
      </w:r>
    </w:p>
    <w:p w14:paraId="46DFC195" w14:textId="77777777" w:rsidR="00E85637" w:rsidRPr="00A92AE3" w:rsidRDefault="00E85637">
      <w:pPr>
        <w:rPr>
          <w:szCs w:val="24"/>
        </w:rPr>
      </w:pPr>
    </w:p>
    <w:p w14:paraId="00278EE3" w14:textId="77777777" w:rsidR="002B6925" w:rsidRDefault="00731E38" w:rsidP="00B769B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Palun anda luba </w:t>
      </w:r>
      <w:r w:rsidR="00987120">
        <w:rPr>
          <w:color w:val="000000"/>
        </w:rPr>
        <w:t>metsamaterjali</w:t>
      </w:r>
      <w:r w:rsidR="008F150B">
        <w:rPr>
          <w:color w:val="000000"/>
        </w:rPr>
        <w:t xml:space="preserve"> </w:t>
      </w:r>
      <w:proofErr w:type="spellStart"/>
      <w:r>
        <w:rPr>
          <w:color w:val="000000"/>
        </w:rPr>
        <w:t>kokkuveoks</w:t>
      </w:r>
      <w:proofErr w:type="spellEnd"/>
      <w:r>
        <w:rPr>
          <w:color w:val="000000"/>
        </w:rPr>
        <w:t xml:space="preserve"> külmumata pinnasel </w:t>
      </w:r>
      <w:r w:rsidR="002B6925">
        <w:rPr>
          <w:color w:val="000000"/>
        </w:rPr>
        <w:t>järgnevatel eraldistel:</w:t>
      </w:r>
    </w:p>
    <w:p w14:paraId="7A4671BA" w14:textId="77777777" w:rsidR="001D328E" w:rsidRPr="00507B07" w:rsidRDefault="001D328E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1D328E">
        <w:rPr>
          <w:color w:val="000000"/>
        </w:rPr>
        <w:t>HR-PA245-12;15;17</w:t>
      </w:r>
    </w:p>
    <w:p w14:paraId="0674568A" w14:textId="77777777" w:rsidR="008D7AC5" w:rsidRPr="00507B07" w:rsidRDefault="008D7AC5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8D7AC5">
        <w:rPr>
          <w:color w:val="000000"/>
        </w:rPr>
        <w:t>HR-PA245-16;21</w:t>
      </w:r>
    </w:p>
    <w:p w14:paraId="342CBDCD" w14:textId="77777777" w:rsidR="003A56DA" w:rsidRPr="00507B07" w:rsidRDefault="003A56DA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3A56DA">
        <w:rPr>
          <w:color w:val="000000"/>
        </w:rPr>
        <w:t>HR-PA239-14;19</w:t>
      </w:r>
    </w:p>
    <w:p w14:paraId="2511712A" w14:textId="337450FD" w:rsidR="00552A48" w:rsidRPr="00507B07" w:rsidRDefault="00552A48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552A48">
        <w:rPr>
          <w:color w:val="000000"/>
        </w:rPr>
        <w:t>HR-PA238-2;9</w:t>
      </w:r>
    </w:p>
    <w:p w14:paraId="5648A88C" w14:textId="30690AF0" w:rsidR="003A56DA" w:rsidRPr="00507B07" w:rsidRDefault="0037250C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37250C">
        <w:rPr>
          <w:color w:val="000000"/>
        </w:rPr>
        <w:t>HR-PA249-19;22;24;27;</w:t>
      </w:r>
      <w:r w:rsidR="000F7CBB">
        <w:rPr>
          <w:color w:val="000000"/>
        </w:rPr>
        <w:t>28;</w:t>
      </w:r>
      <w:r w:rsidRPr="0037250C">
        <w:rPr>
          <w:color w:val="000000"/>
        </w:rPr>
        <w:t>33</w:t>
      </w:r>
    </w:p>
    <w:p w14:paraId="53CEF2B7" w14:textId="4CB0113B" w:rsidR="00EF5352" w:rsidRPr="00507B07" w:rsidRDefault="00EF5352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EF5352">
        <w:rPr>
          <w:color w:val="000000"/>
        </w:rPr>
        <w:t>SR-PA239-12;20;21-PA244-1;2;3;4;5;6;7;12;13;14;15;18;20;21</w:t>
      </w:r>
    </w:p>
    <w:p w14:paraId="77783A53" w14:textId="174C334C" w:rsidR="00C61303" w:rsidRPr="00C61303" w:rsidRDefault="00C61303" w:rsidP="00507B07">
      <w:pPr>
        <w:shd w:val="clear" w:color="auto" w:fill="FFFFFF"/>
        <w:spacing w:before="150" w:after="150"/>
        <w:outlineLvl w:val="3"/>
        <w:rPr>
          <w:color w:val="000000"/>
        </w:rPr>
      </w:pPr>
      <w:r w:rsidRPr="00C61303">
        <w:rPr>
          <w:color w:val="000000"/>
        </w:rPr>
        <w:t>SR-PA239-9;10;11-PA240-7;16;17;21;23;24;34-PA245-1;3;4;9;13;20</w:t>
      </w:r>
    </w:p>
    <w:p w14:paraId="7F0E201F" w14:textId="77777777" w:rsidR="00C61303" w:rsidRPr="00EF5352" w:rsidRDefault="00C61303" w:rsidP="00507B07">
      <w:pPr>
        <w:shd w:val="clear" w:color="auto" w:fill="FFFFFF"/>
        <w:spacing w:before="150" w:after="150"/>
        <w:outlineLvl w:val="3"/>
        <w:rPr>
          <w:color w:val="000000"/>
        </w:rPr>
      </w:pPr>
    </w:p>
    <w:p w14:paraId="7D2105D2" w14:textId="77777777" w:rsidR="00EF5352" w:rsidRPr="008D7AC5" w:rsidRDefault="00EF5352" w:rsidP="008D7AC5">
      <w:pPr>
        <w:shd w:val="clear" w:color="auto" w:fill="FFFFFF"/>
        <w:spacing w:before="150" w:after="150"/>
        <w:jc w:val="center"/>
        <w:outlineLvl w:val="3"/>
        <w:rPr>
          <w:rFonts w:ascii="Arial" w:hAnsi="Arial" w:cs="Arial"/>
          <w:color w:val="555555"/>
          <w:spacing w:val="0"/>
          <w:position w:val="0"/>
          <w:sz w:val="27"/>
          <w:szCs w:val="27"/>
          <w:lang w:eastAsia="et-EE"/>
        </w:rPr>
      </w:pPr>
    </w:p>
    <w:p w14:paraId="72AF3D1B" w14:textId="33905F65" w:rsidR="00B20188" w:rsidRDefault="00B20188" w:rsidP="00504E88">
      <w:pPr>
        <w:shd w:val="clear" w:color="auto" w:fill="FFFFFF"/>
        <w:spacing w:before="150" w:after="150"/>
        <w:outlineLvl w:val="3"/>
        <w:rPr>
          <w:szCs w:val="24"/>
        </w:rPr>
      </w:pPr>
      <w:r>
        <w:rPr>
          <w:color w:val="000000"/>
        </w:rPr>
        <w:t xml:space="preserve">Lisatud </w:t>
      </w:r>
      <w:proofErr w:type="spellStart"/>
      <w:r>
        <w:rPr>
          <w:color w:val="000000"/>
        </w:rPr>
        <w:t>kokkuveo</w:t>
      </w:r>
      <w:proofErr w:type="spellEnd"/>
      <w:r>
        <w:rPr>
          <w:color w:val="000000"/>
        </w:rPr>
        <w:t xml:space="preserve"> </w:t>
      </w:r>
      <w:r w:rsidR="00073638">
        <w:rPr>
          <w:color w:val="000000"/>
        </w:rPr>
        <w:t>skeem</w:t>
      </w:r>
    </w:p>
    <w:p w14:paraId="254CAC2B" w14:textId="0975AD3D" w:rsidR="00635072" w:rsidRDefault="00635072" w:rsidP="00635072">
      <w:pPr>
        <w:rPr>
          <w:szCs w:val="24"/>
        </w:rPr>
      </w:pPr>
    </w:p>
    <w:p w14:paraId="33692D63" w14:textId="77777777" w:rsidR="00635072" w:rsidRPr="00635072" w:rsidRDefault="00635072" w:rsidP="00635072">
      <w:pPr>
        <w:rPr>
          <w:szCs w:val="24"/>
        </w:rPr>
      </w:pPr>
    </w:p>
    <w:p w14:paraId="487D5D80" w14:textId="77777777" w:rsidR="00DD0F19" w:rsidRPr="00A92AE3" w:rsidRDefault="00DD0F19" w:rsidP="00DD0F19">
      <w:pPr>
        <w:rPr>
          <w:szCs w:val="24"/>
        </w:rPr>
      </w:pPr>
    </w:p>
    <w:p w14:paraId="0C78D696" w14:textId="77777777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Pr="00A92AE3">
        <w:rPr>
          <w:spacing w:val="0"/>
          <w:position w:val="0"/>
          <w:szCs w:val="24"/>
        </w:rPr>
      </w:r>
      <w:r w:rsidRPr="00A92AE3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4F09F213" w14:textId="77777777" w:rsidR="00DD0F19" w:rsidRPr="00A92AE3" w:rsidRDefault="00DD0F19" w:rsidP="00DD0F19">
      <w:pPr>
        <w:rPr>
          <w:szCs w:val="24"/>
        </w:rPr>
      </w:pPr>
    </w:p>
    <w:p w14:paraId="4B98946D" w14:textId="77777777" w:rsidR="00DD0F19" w:rsidRPr="00A92AE3" w:rsidRDefault="00DD0F19" w:rsidP="00DD0F19">
      <w:pPr>
        <w:rPr>
          <w:szCs w:val="24"/>
        </w:rPr>
      </w:pPr>
    </w:p>
    <w:p w14:paraId="016F1D66" w14:textId="77777777" w:rsidR="002743A1" w:rsidRDefault="002743A1" w:rsidP="002743A1">
      <w:smartTag w:uri="urn:schemas-microsoft-com:office:smarttags" w:element="PersonName">
        <w:r>
          <w:t>Rein Kukk</w:t>
        </w:r>
      </w:smartTag>
    </w:p>
    <w:p w14:paraId="1EC77EF0" w14:textId="77777777" w:rsidR="002743A1" w:rsidRDefault="002743A1" w:rsidP="002743A1">
      <w:r>
        <w:t>RMK Kagu regioon</w:t>
      </w:r>
    </w:p>
    <w:p w14:paraId="665D8F75" w14:textId="3432D70B" w:rsidR="002743A1" w:rsidRDefault="002743A1" w:rsidP="002743A1">
      <w:r>
        <w:t>varumisjuht</w:t>
      </w:r>
    </w:p>
    <w:p w14:paraId="2E5571C8" w14:textId="77777777" w:rsidR="002743A1" w:rsidRDefault="002743A1" w:rsidP="002743A1">
      <w:pPr>
        <w:rPr>
          <w:sz w:val="18"/>
        </w:rPr>
      </w:pPr>
      <w:r>
        <w:t>tel 5174904</w:t>
      </w:r>
    </w:p>
    <w:p w14:paraId="351FF4CE" w14:textId="77777777" w:rsidR="00DD0F19" w:rsidRPr="00A92AE3" w:rsidRDefault="00DD0F19" w:rsidP="00DD0F19">
      <w:pPr>
        <w:rPr>
          <w:szCs w:val="24"/>
        </w:rPr>
      </w:pPr>
    </w:p>
    <w:p w14:paraId="2FDA2F10" w14:textId="538F0436" w:rsidR="00356C40" w:rsidRPr="00A92AE3" w:rsidRDefault="00356C40" w:rsidP="00DD0F19">
      <w:pPr>
        <w:rPr>
          <w:szCs w:val="24"/>
        </w:rPr>
      </w:pPr>
    </w:p>
    <w:sectPr w:rsidR="00356C40" w:rsidRPr="00A92AE3" w:rsidSect="00DD0F19">
      <w:footerReference w:type="default" r:id="rId11"/>
      <w:headerReference w:type="first" r:id="rId12"/>
      <w:footerReference w:type="first" r:id="rId13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6F7" w14:textId="77777777" w:rsidR="00EB5E63" w:rsidRDefault="00EB5E63">
      <w:r>
        <w:separator/>
      </w:r>
    </w:p>
  </w:endnote>
  <w:endnote w:type="continuationSeparator" w:id="0">
    <w:p w14:paraId="4BDC6179" w14:textId="77777777" w:rsidR="00EB5E63" w:rsidRDefault="00EB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E680" w14:textId="77777777" w:rsidR="00EB5E63" w:rsidRDefault="00EB5E63">
      <w:r>
        <w:separator/>
      </w:r>
    </w:p>
  </w:footnote>
  <w:footnote w:type="continuationSeparator" w:id="0">
    <w:p w14:paraId="69972CBB" w14:textId="77777777" w:rsidR="00EB5E63" w:rsidRDefault="00EB5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65716C"/>
    <w:multiLevelType w:val="hybridMultilevel"/>
    <w:tmpl w:val="3A0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6893752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57FC6"/>
    <w:rsid w:val="00073638"/>
    <w:rsid w:val="000D31BC"/>
    <w:rsid w:val="000E5BAB"/>
    <w:rsid w:val="000F7CBB"/>
    <w:rsid w:val="0015432F"/>
    <w:rsid w:val="00162FE6"/>
    <w:rsid w:val="001835AF"/>
    <w:rsid w:val="00187A2D"/>
    <w:rsid w:val="001956F4"/>
    <w:rsid w:val="001A7F9E"/>
    <w:rsid w:val="001B796B"/>
    <w:rsid w:val="001D139F"/>
    <w:rsid w:val="001D328E"/>
    <w:rsid w:val="001E574A"/>
    <w:rsid w:val="00231DFB"/>
    <w:rsid w:val="002743A1"/>
    <w:rsid w:val="00275FE6"/>
    <w:rsid w:val="002A5BF7"/>
    <w:rsid w:val="002B5CA2"/>
    <w:rsid w:val="002B6925"/>
    <w:rsid w:val="00326150"/>
    <w:rsid w:val="00356C40"/>
    <w:rsid w:val="0037250C"/>
    <w:rsid w:val="00381E69"/>
    <w:rsid w:val="003A08B0"/>
    <w:rsid w:val="003A56DA"/>
    <w:rsid w:val="003A5CE3"/>
    <w:rsid w:val="003F4C24"/>
    <w:rsid w:val="00436506"/>
    <w:rsid w:val="00456E4E"/>
    <w:rsid w:val="004871E4"/>
    <w:rsid w:val="00491E34"/>
    <w:rsid w:val="004A0E92"/>
    <w:rsid w:val="00502F51"/>
    <w:rsid w:val="00504E88"/>
    <w:rsid w:val="00507412"/>
    <w:rsid w:val="00507B07"/>
    <w:rsid w:val="00552A48"/>
    <w:rsid w:val="005A25A2"/>
    <w:rsid w:val="00625BFE"/>
    <w:rsid w:val="00626B17"/>
    <w:rsid w:val="00635072"/>
    <w:rsid w:val="006651DB"/>
    <w:rsid w:val="00684AB3"/>
    <w:rsid w:val="00684F3D"/>
    <w:rsid w:val="006A0814"/>
    <w:rsid w:val="006A5AA8"/>
    <w:rsid w:val="006C4AAD"/>
    <w:rsid w:val="006D3AB1"/>
    <w:rsid w:val="00704BBF"/>
    <w:rsid w:val="00726C8C"/>
    <w:rsid w:val="00731E38"/>
    <w:rsid w:val="007B49AB"/>
    <w:rsid w:val="007B7275"/>
    <w:rsid w:val="007E0D20"/>
    <w:rsid w:val="007E591F"/>
    <w:rsid w:val="007F482F"/>
    <w:rsid w:val="007F68A8"/>
    <w:rsid w:val="00845FCB"/>
    <w:rsid w:val="00854C7E"/>
    <w:rsid w:val="00872AC9"/>
    <w:rsid w:val="008B1038"/>
    <w:rsid w:val="008B1F36"/>
    <w:rsid w:val="008C0A3A"/>
    <w:rsid w:val="008D17C4"/>
    <w:rsid w:val="008D7AC5"/>
    <w:rsid w:val="008F150B"/>
    <w:rsid w:val="009153B5"/>
    <w:rsid w:val="00965F39"/>
    <w:rsid w:val="00987120"/>
    <w:rsid w:val="0099266F"/>
    <w:rsid w:val="009B46E2"/>
    <w:rsid w:val="009C3C88"/>
    <w:rsid w:val="009C564C"/>
    <w:rsid w:val="009D149C"/>
    <w:rsid w:val="009D3F3A"/>
    <w:rsid w:val="009D489B"/>
    <w:rsid w:val="009E15D5"/>
    <w:rsid w:val="00A05905"/>
    <w:rsid w:val="00A76796"/>
    <w:rsid w:val="00A80073"/>
    <w:rsid w:val="00A92AE3"/>
    <w:rsid w:val="00A9445B"/>
    <w:rsid w:val="00A96F8C"/>
    <w:rsid w:val="00AA6DA9"/>
    <w:rsid w:val="00AC23A1"/>
    <w:rsid w:val="00AD7D1E"/>
    <w:rsid w:val="00AE227B"/>
    <w:rsid w:val="00B06B63"/>
    <w:rsid w:val="00B20188"/>
    <w:rsid w:val="00B5470C"/>
    <w:rsid w:val="00B70049"/>
    <w:rsid w:val="00B7608B"/>
    <w:rsid w:val="00B769BE"/>
    <w:rsid w:val="00BE03EF"/>
    <w:rsid w:val="00BF0803"/>
    <w:rsid w:val="00BF346A"/>
    <w:rsid w:val="00C32B5E"/>
    <w:rsid w:val="00C33055"/>
    <w:rsid w:val="00C47135"/>
    <w:rsid w:val="00C52479"/>
    <w:rsid w:val="00C57A0A"/>
    <w:rsid w:val="00C61303"/>
    <w:rsid w:val="00C66681"/>
    <w:rsid w:val="00C67247"/>
    <w:rsid w:val="00CC049C"/>
    <w:rsid w:val="00CF0857"/>
    <w:rsid w:val="00D21AD9"/>
    <w:rsid w:val="00D31C91"/>
    <w:rsid w:val="00D66212"/>
    <w:rsid w:val="00DB48CF"/>
    <w:rsid w:val="00DB6532"/>
    <w:rsid w:val="00DD0F19"/>
    <w:rsid w:val="00DF4636"/>
    <w:rsid w:val="00E85637"/>
    <w:rsid w:val="00E873B9"/>
    <w:rsid w:val="00EB5E63"/>
    <w:rsid w:val="00EC5BAE"/>
    <w:rsid w:val="00ED48D8"/>
    <w:rsid w:val="00EF5352"/>
    <w:rsid w:val="00F04FCF"/>
    <w:rsid w:val="00F052F9"/>
    <w:rsid w:val="00F060B2"/>
    <w:rsid w:val="00F94062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26C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DF463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35072"/>
    <w:pPr>
      <w:ind w:left="720"/>
      <w:contextualSpacing/>
    </w:pPr>
  </w:style>
  <w:style w:type="character" w:customStyle="1" w:styleId="Pealkiri4Mrk">
    <w:name w:val="Pealkiri 4 Märk"/>
    <w:basedOn w:val="Liguvaikefont"/>
    <w:link w:val="Pealkiri4"/>
    <w:uiPriority w:val="9"/>
    <w:semiHidden/>
    <w:rsid w:val="00726C8C"/>
    <w:rPr>
      <w:rFonts w:asciiTheme="majorHAnsi" w:eastAsiaTheme="majorEastAsia" w:hAnsiTheme="majorHAnsi" w:cstheme="majorBidi"/>
      <w:i/>
      <w:iCs/>
      <w:color w:val="365F91" w:themeColor="accent1" w:themeShade="BF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89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607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Rein Kukk | RMK</cp:lastModifiedBy>
  <cp:revision>2</cp:revision>
  <cp:lastPrinted>2023-02-13T11:39:00Z</cp:lastPrinted>
  <dcterms:created xsi:type="dcterms:W3CDTF">2025-12-08T14:45:00Z</dcterms:created>
  <dcterms:modified xsi:type="dcterms:W3CDTF">2025-12-08T14:45:00Z</dcterms:modified>
</cp:coreProperties>
</file>